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ED" w:rsidRPr="0036355E" w:rsidRDefault="006535ED" w:rsidP="008C232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35ED" w:rsidRPr="0036355E" w:rsidRDefault="006535ED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35ED" w:rsidRPr="00161E78" w:rsidRDefault="006535E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6535ED" w:rsidRPr="00161E78" w:rsidRDefault="006535E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535ED" w:rsidRPr="00161E78" w:rsidRDefault="006535E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535ED" w:rsidRPr="00161E78" w:rsidRDefault="006535E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35ED" w:rsidRPr="00161E78" w:rsidRDefault="006535E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23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6535ED" w:rsidRPr="00161E78" w:rsidRDefault="006535E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535ED" w:rsidRPr="00161E78" w:rsidRDefault="006535E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35ED" w:rsidRDefault="006535E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апреля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6535ED" w:rsidRPr="00161E78" w:rsidRDefault="006535E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535ED" w:rsidRPr="00161E78" w:rsidRDefault="006535ED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6535ED" w:rsidRDefault="006535ED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6535ED" w:rsidRDefault="006535ED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535ED" w:rsidRPr="009D58BB">
        <w:trPr>
          <w:trHeight w:val="1097"/>
        </w:trPr>
        <w:tc>
          <w:tcPr>
            <w:tcW w:w="9016" w:type="dxa"/>
          </w:tcPr>
          <w:p w:rsidR="006535ED" w:rsidRDefault="006535ED" w:rsidP="008C23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 изменений в решение Совета Школьненского сельского поселения Белореченского района от  </w:t>
            </w:r>
            <w:r w:rsidRPr="00D72D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 декабря 2015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</w:t>
            </w:r>
          </w:p>
          <w:p w:rsidR="006535ED" w:rsidRPr="009D58BB" w:rsidRDefault="006535ED" w:rsidP="008C23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6535ED" w:rsidRPr="009D58BB" w:rsidRDefault="006535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535ED" w:rsidRPr="00DD5EF6" w:rsidRDefault="006535ED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6535ED" w:rsidRPr="00DD5EF6" w:rsidRDefault="006535ED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6535ED" w:rsidRDefault="006535E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6535ED" w:rsidRDefault="006535E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 23 517 326,46 рублей;</w:t>
      </w:r>
    </w:p>
    <w:p w:rsidR="006535ED" w:rsidRDefault="006535E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23 593 000,00 рублей;»</w:t>
      </w:r>
    </w:p>
    <w:p w:rsidR="006535ED" w:rsidRDefault="006535ED" w:rsidP="00C648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Подпункт</w:t>
      </w:r>
      <w:r w:rsidRPr="00DD5EF6">
        <w:rPr>
          <w:rFonts w:ascii="Times New Roman" w:hAnsi="Times New Roman" w:cs="Times New Roman"/>
          <w:sz w:val="28"/>
          <w:szCs w:val="28"/>
        </w:rPr>
        <w:t xml:space="preserve"> 1 пункта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решения изложить в следующей редакции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5ED" w:rsidRDefault="006535ED" w:rsidP="00C648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6535ED" w:rsidRPr="0056026D" w:rsidRDefault="006535ED" w:rsidP="00C648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95 000,00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535ED" w:rsidRDefault="006535ED" w:rsidP="009752B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3 100 000,00 рублей, в том числе:</w:t>
      </w:r>
      <w:r w:rsidRPr="00C31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5ED" w:rsidRDefault="006535ED" w:rsidP="009752B5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 1 200 000,00 рублей,</w:t>
      </w:r>
    </w:p>
    <w:p w:rsidR="006535ED" w:rsidRPr="00B51340" w:rsidRDefault="006535ED" w:rsidP="00B51340">
      <w:pPr>
        <w:rPr>
          <w:rFonts w:ascii="Times New Roman" w:hAnsi="Times New Roman" w:cs="Times New Roman"/>
          <w:sz w:val="28"/>
          <w:szCs w:val="28"/>
        </w:rPr>
      </w:pPr>
      <w:r w:rsidRPr="00B51340">
        <w:rPr>
          <w:rFonts w:ascii="Times New Roman" w:hAnsi="Times New Roman" w:cs="Times New Roman"/>
          <w:sz w:val="28"/>
          <w:szCs w:val="28"/>
        </w:rPr>
        <w:t xml:space="preserve">       - по коду доходов    </w:t>
      </w:r>
      <w:r w:rsidRPr="00477148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Pr="00B51340">
        <w:rPr>
          <w:rFonts w:ascii="Times New Roman" w:hAnsi="Times New Roman" w:cs="Times New Roman"/>
          <w:sz w:val="28"/>
          <w:szCs w:val="28"/>
        </w:rPr>
        <w:t>«</w:t>
      </w:r>
      <w:r w:rsidRPr="00477148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5134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1 900 000,00</w:t>
      </w:r>
      <w:r w:rsidRPr="00B5134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535ED" w:rsidRDefault="006535ED" w:rsidP="00B51340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3 100 000,00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5ED" w:rsidRPr="008D0A0F" w:rsidRDefault="006535ED" w:rsidP="0047714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05 02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AB3310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>
        <w:rPr>
          <w:rFonts w:ascii="Times New Roman" w:hAnsi="Times New Roman" w:cs="Times New Roman"/>
          <w:sz w:val="28"/>
          <w:szCs w:val="28"/>
        </w:rPr>
        <w:t>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0180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2C350E">
        <w:rPr>
          <w:rFonts w:ascii="Times New Roman" w:hAnsi="Times New Roman" w:cs="Times New Roman"/>
          <w:sz w:val="28"/>
          <w:szCs w:val="28"/>
        </w:rPr>
        <w:t>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3 040 000,00 рублей на газификацию населенных пунктов,</w:t>
      </w:r>
    </w:p>
    <w:p w:rsidR="006535ED" w:rsidRDefault="006535ED" w:rsidP="00B51340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7148">
        <w:rPr>
          <w:rFonts w:ascii="Times New Roman" w:hAnsi="Times New Roman" w:cs="Times New Roman"/>
          <w:sz w:val="28"/>
          <w:szCs w:val="28"/>
        </w:rPr>
        <w:t>6800010300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477148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 w:cs="Times New Roman"/>
          <w:sz w:val="28"/>
          <w:szCs w:val="28"/>
        </w:rPr>
        <w:t xml:space="preserve">» в сумме 1 000,00 рублей на оплату за технадзор, </w:t>
      </w:r>
    </w:p>
    <w:p w:rsidR="006535ED" w:rsidRDefault="006535ED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10 03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477148">
        <w:rPr>
          <w:rFonts w:ascii="Times New Roman" w:hAnsi="Times New Roman" w:cs="Times New Roman"/>
          <w:sz w:val="28"/>
          <w:szCs w:val="28"/>
        </w:rPr>
        <w:t>5430010070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Реализация мероприятий ведомственной целевой программы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59 000,00 рублей на выплату пенсий за выслугу лет.</w:t>
      </w:r>
    </w:p>
    <w:p w:rsidR="006535ED" w:rsidRDefault="006535ED" w:rsidP="00C64896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Добавить</w:t>
      </w:r>
      <w:r w:rsidRPr="0052540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 приложением №10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59421D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по объектам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9421D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5ED" w:rsidRPr="00E028DA" w:rsidRDefault="006535ED" w:rsidP="00255B84">
      <w:pPr>
        <w:pStyle w:val="BodyTextIndent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2, 4-6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6535ED" w:rsidRPr="00E028DA" w:rsidRDefault="006535ED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E028DA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6535ED" w:rsidRPr="00E028DA" w:rsidRDefault="006535ED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E028DA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6535ED" w:rsidRDefault="006535E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5ED" w:rsidRDefault="006535E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5ED" w:rsidRDefault="006535E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5ED" w:rsidRPr="00911262" w:rsidRDefault="006535ED" w:rsidP="008C232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>Глава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Председатель Совета</w:t>
      </w:r>
    </w:p>
    <w:p w:rsidR="006535ED" w:rsidRPr="00911262" w:rsidRDefault="006535ED" w:rsidP="008C2321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Школьненского сельского поселения </w:t>
      </w:r>
    </w:p>
    <w:p w:rsidR="006535ED" w:rsidRPr="00911262" w:rsidRDefault="006535ED" w:rsidP="008C2321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                    Белореченского района </w:t>
      </w:r>
    </w:p>
    <w:p w:rsidR="006535ED" w:rsidRPr="00911262" w:rsidRDefault="006535ED" w:rsidP="008C2321">
      <w:pPr>
        <w:tabs>
          <w:tab w:val="left" w:pos="0"/>
          <w:tab w:val="left" w:pos="900"/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>В.Н. Лантратов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                                Н.В.Лавриненко</w:t>
      </w:r>
    </w:p>
    <w:p w:rsidR="006535ED" w:rsidRPr="00911262" w:rsidRDefault="006535ED" w:rsidP="008C2321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5ED" w:rsidRPr="00DD5EF6" w:rsidRDefault="006535E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5ED" w:rsidRPr="00203FD5" w:rsidRDefault="006535ED" w:rsidP="009B3142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535ED" w:rsidRPr="00203FD5" w:rsidRDefault="006535ED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35ED" w:rsidRPr="00203FD5" w:rsidRDefault="006535ED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6535ED" w:rsidRPr="00203FD5" w:rsidRDefault="006535ED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№_____</w:t>
      </w:r>
    </w:p>
    <w:p w:rsidR="006535ED" w:rsidRPr="00203FD5" w:rsidRDefault="006535ED" w:rsidP="009B3142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35ED" w:rsidRPr="009D58BB" w:rsidRDefault="006535ED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</w:t>
      </w:r>
      <w:r w:rsidRPr="00D72D7A">
        <w:rPr>
          <w:rFonts w:ascii="Times New Roman" w:hAnsi="Times New Roman" w:cs="Times New Roman"/>
          <w:b/>
          <w:bCs/>
          <w:sz w:val="28"/>
          <w:szCs w:val="28"/>
        </w:rPr>
        <w:t>21  декабря 2015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>69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“О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 год»</w:t>
      </w:r>
    </w:p>
    <w:p w:rsidR="006535ED" w:rsidRDefault="006535ED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35ED" w:rsidRPr="00203FD5" w:rsidRDefault="006535ED" w:rsidP="009B3142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6535ED" w:rsidRPr="00203FD5" w:rsidRDefault="006535ED" w:rsidP="009B3142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535ED" w:rsidRPr="00203FD5" w:rsidRDefault="006535ED" w:rsidP="009B314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535ED" w:rsidRPr="00203FD5" w:rsidRDefault="006535ED" w:rsidP="009B3142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Ind w:w="-106" w:type="dxa"/>
        <w:tblLayout w:type="fixed"/>
        <w:tblLook w:val="00A0"/>
      </w:tblPr>
      <w:tblGrid>
        <w:gridCol w:w="4908"/>
        <w:gridCol w:w="1863"/>
        <w:gridCol w:w="2976"/>
      </w:tblGrid>
      <w:tr w:rsidR="006535ED" w:rsidRPr="00203FD5">
        <w:trPr>
          <w:cantSplit/>
        </w:trPr>
        <w:tc>
          <w:tcPr>
            <w:tcW w:w="4908" w:type="dxa"/>
          </w:tcPr>
          <w:p w:rsidR="006535ED" w:rsidRPr="00203FD5" w:rsidRDefault="006535ED" w:rsidP="001C6E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6535ED" w:rsidRPr="00203FD5">
        <w:trPr>
          <w:cantSplit/>
        </w:trPr>
        <w:tc>
          <w:tcPr>
            <w:tcW w:w="4908" w:type="dxa"/>
          </w:tcPr>
          <w:p w:rsidR="006535ED" w:rsidRPr="00203FD5" w:rsidRDefault="006535ED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35ED" w:rsidRPr="00203FD5">
        <w:trPr>
          <w:cantSplit/>
        </w:trPr>
        <w:tc>
          <w:tcPr>
            <w:tcW w:w="4908" w:type="dxa"/>
          </w:tcPr>
          <w:p w:rsidR="006535ED" w:rsidRPr="00203FD5" w:rsidRDefault="006535ED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35ED" w:rsidRPr="00203FD5">
        <w:trPr>
          <w:cantSplit/>
        </w:trPr>
        <w:tc>
          <w:tcPr>
            <w:tcW w:w="4908" w:type="dxa"/>
          </w:tcPr>
          <w:p w:rsidR="006535ED" w:rsidRPr="00203FD5" w:rsidRDefault="006535ED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863" w:type="dxa"/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35ED" w:rsidRPr="00203FD5" w:rsidTr="008C2321">
        <w:trPr>
          <w:cantSplit/>
          <w:trHeight w:val="780"/>
        </w:trPr>
        <w:tc>
          <w:tcPr>
            <w:tcW w:w="4908" w:type="dxa"/>
            <w:tcBorders>
              <w:bottom w:val="single" w:sz="4" w:space="0" w:color="auto"/>
            </w:tcBorders>
          </w:tcPr>
          <w:p w:rsidR="006535ED" w:rsidRPr="003B5708" w:rsidRDefault="006535ED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 финансового управления</w:t>
            </w:r>
          </w:p>
          <w:p w:rsidR="006535ED" w:rsidRPr="003B5708" w:rsidRDefault="006535ED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 Белореченский район</w:t>
            </w:r>
          </w:p>
          <w:p w:rsidR="006535ED" w:rsidRPr="00203FD5" w:rsidRDefault="006535ED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6535ED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Ю.В. Федорченко</w:t>
            </w:r>
          </w:p>
          <w:p w:rsidR="006535ED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35ED" w:rsidRPr="00203FD5" w:rsidTr="008C2321">
        <w:trPr>
          <w:cantSplit/>
          <w:trHeight w:val="840"/>
        </w:trPr>
        <w:tc>
          <w:tcPr>
            <w:tcW w:w="4908" w:type="dxa"/>
            <w:tcBorders>
              <w:top w:val="single" w:sz="4" w:space="0" w:color="auto"/>
            </w:tcBorders>
          </w:tcPr>
          <w:p w:rsidR="006535ED" w:rsidRDefault="006535ED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планово-бюджетной комиссии Совета Школьненского сельского поселения Белореченского района</w:t>
            </w:r>
          </w:p>
        </w:tc>
        <w:tc>
          <w:tcPr>
            <w:tcW w:w="1863" w:type="dxa"/>
            <w:tcBorders>
              <w:top w:val="single" w:sz="4" w:space="0" w:color="auto"/>
            </w:tcBorders>
          </w:tcPr>
          <w:p w:rsidR="006535ED" w:rsidRPr="00203FD5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vAlign w:val="bottom"/>
          </w:tcPr>
          <w:p w:rsidR="006535ED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Г.В.Войченко</w:t>
            </w:r>
          </w:p>
          <w:p w:rsidR="006535ED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5ED" w:rsidRPr="003B5708" w:rsidRDefault="006535ED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35ED" w:rsidRPr="00EF127F" w:rsidRDefault="006535ED" w:rsidP="009B3142">
      <w:pPr>
        <w:widowControl w:val="0"/>
        <w:tabs>
          <w:tab w:val="right" w:pos="9498"/>
        </w:tabs>
        <w:rPr>
          <w:lang w:eastAsia="ru-RU"/>
        </w:rPr>
      </w:pPr>
    </w:p>
    <w:p w:rsidR="006535ED" w:rsidRPr="00DD5EF6" w:rsidRDefault="006535ED" w:rsidP="009B3142">
      <w:pPr>
        <w:tabs>
          <w:tab w:val="left" w:pos="0"/>
          <w:tab w:val="left" w:pos="900"/>
        </w:tabs>
      </w:pPr>
    </w:p>
    <w:p w:rsidR="006535ED" w:rsidRDefault="006535ED" w:rsidP="009B3142">
      <w:pPr>
        <w:tabs>
          <w:tab w:val="left" w:pos="900"/>
        </w:tabs>
        <w:rPr>
          <w:sz w:val="28"/>
          <w:szCs w:val="28"/>
        </w:rPr>
      </w:pPr>
    </w:p>
    <w:p w:rsidR="006535ED" w:rsidRPr="00DD5EF6" w:rsidRDefault="006535ED" w:rsidP="009B3142">
      <w:pPr>
        <w:tabs>
          <w:tab w:val="left" w:pos="0"/>
          <w:tab w:val="left" w:pos="900"/>
        </w:tabs>
      </w:pPr>
    </w:p>
    <w:p w:rsidR="006535ED" w:rsidRPr="00DD5EF6" w:rsidRDefault="006535ED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6535ED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5ED" w:rsidRDefault="006535ED" w:rsidP="00B57B3B">
      <w:r>
        <w:separator/>
      </w:r>
    </w:p>
  </w:endnote>
  <w:endnote w:type="continuationSeparator" w:id="0">
    <w:p w:rsidR="006535ED" w:rsidRDefault="006535E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5ED" w:rsidRDefault="006535ED" w:rsidP="00B57B3B">
      <w:r>
        <w:separator/>
      </w:r>
    </w:p>
  </w:footnote>
  <w:footnote w:type="continuationSeparator" w:id="0">
    <w:p w:rsidR="006535ED" w:rsidRDefault="006535E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ED" w:rsidRPr="003139BC" w:rsidRDefault="006535ED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6535ED" w:rsidRDefault="006535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0E"/>
    <w:rsid w:val="002C3522"/>
    <w:rsid w:val="002C5126"/>
    <w:rsid w:val="002C7306"/>
    <w:rsid w:val="002D61FE"/>
    <w:rsid w:val="002E62EA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77148"/>
    <w:rsid w:val="004846F0"/>
    <w:rsid w:val="00486674"/>
    <w:rsid w:val="004869BB"/>
    <w:rsid w:val="00492F4E"/>
    <w:rsid w:val="00497319"/>
    <w:rsid w:val="004A259A"/>
    <w:rsid w:val="004A7390"/>
    <w:rsid w:val="004B1AB3"/>
    <w:rsid w:val="004C4728"/>
    <w:rsid w:val="004D3045"/>
    <w:rsid w:val="004D3AB9"/>
    <w:rsid w:val="004D5228"/>
    <w:rsid w:val="004F324E"/>
    <w:rsid w:val="004F39C5"/>
    <w:rsid w:val="0050053D"/>
    <w:rsid w:val="00505CF9"/>
    <w:rsid w:val="00507A5E"/>
    <w:rsid w:val="005118AD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51B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B2BF7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35ED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B708B"/>
    <w:rsid w:val="006C1614"/>
    <w:rsid w:val="006D5CD3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321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10611"/>
    <w:rsid w:val="00911262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5786A"/>
    <w:rsid w:val="00A60D9F"/>
    <w:rsid w:val="00A674A9"/>
    <w:rsid w:val="00A72975"/>
    <w:rsid w:val="00A927CD"/>
    <w:rsid w:val="00A969F6"/>
    <w:rsid w:val="00AB3310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353F"/>
    <w:rsid w:val="00B34727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E31CD"/>
    <w:rsid w:val="00CE688A"/>
    <w:rsid w:val="00CF5602"/>
    <w:rsid w:val="00D35DB7"/>
    <w:rsid w:val="00D36B4C"/>
    <w:rsid w:val="00D36FFB"/>
    <w:rsid w:val="00D50E4C"/>
    <w:rsid w:val="00D564D9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9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476</TotalTime>
  <Pages>3</Pages>
  <Words>1048</Words>
  <Characters>5979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21</cp:revision>
  <cp:lastPrinted>2016-04-08T09:13:00Z</cp:lastPrinted>
  <dcterms:created xsi:type="dcterms:W3CDTF">2015-01-21T15:24:00Z</dcterms:created>
  <dcterms:modified xsi:type="dcterms:W3CDTF">2016-04-08T10:11:00Z</dcterms:modified>
</cp:coreProperties>
</file>